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B05" w:rsidRDefault="005C6B05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  <w:r w:rsidRPr="005C6B05">
        <w:rPr>
          <w:rFonts w:ascii="Comic Sans MS" w:hAnsi="Comic Sans MS"/>
          <w:sz w:val="24"/>
          <w:szCs w:val="24"/>
        </w:rPr>
        <w:t xml:space="preserve">Rubric to answer open ended questions: </w:t>
      </w:r>
    </w:p>
    <w:p w:rsidR="005C6B05" w:rsidRDefault="005C6B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</w:t>
      </w:r>
      <w:r w:rsidRPr="005C6B05">
        <w:rPr>
          <w:rFonts w:ascii="Comic Sans MS" w:hAnsi="Comic Sans MS"/>
          <w:sz w:val="24"/>
          <w:szCs w:val="24"/>
        </w:rPr>
        <w:t xml:space="preserve">art </w:t>
      </w:r>
      <w:r>
        <w:rPr>
          <w:rFonts w:ascii="Comic Sans MS" w:hAnsi="Comic Sans MS"/>
          <w:sz w:val="24"/>
          <w:szCs w:val="24"/>
        </w:rPr>
        <w:t xml:space="preserve">of the question in your answer </w:t>
      </w:r>
      <w:r w:rsidRPr="005C6B05">
        <w:rPr>
          <w:rFonts w:ascii="Comic Sans MS" w:hAnsi="Comic Sans MS"/>
          <w:sz w:val="24"/>
          <w:szCs w:val="24"/>
        </w:rPr>
        <w:t>(Q)        +1</w:t>
      </w:r>
    </w:p>
    <w:p w:rsidR="005C6B05" w:rsidRDefault="005C6B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Evidence from the text to support your answer (E)    +1</w:t>
      </w:r>
    </w:p>
    <w:p w:rsidR="005C6B05" w:rsidRDefault="005C6B0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Your sentences makes sense and is free of grammatical errors (S)  +1</w:t>
      </w:r>
    </w:p>
    <w:p w:rsidR="005C6B05" w:rsidRPr="005C6B05" w:rsidRDefault="005C6B05">
      <w:pPr>
        <w:rPr>
          <w:rFonts w:ascii="Comic Sans MS" w:hAnsi="Comic Sans MS"/>
          <w:sz w:val="24"/>
          <w:szCs w:val="24"/>
        </w:rPr>
      </w:pPr>
    </w:p>
    <w:p w:rsidR="005C6B05" w:rsidRPr="005C6B05" w:rsidRDefault="005C6B05">
      <w:pPr>
        <w:rPr>
          <w:rFonts w:ascii="Comic Sans MS" w:hAnsi="Comic Sans MS"/>
          <w:sz w:val="14"/>
          <w:szCs w:val="14"/>
        </w:rPr>
      </w:pPr>
    </w:p>
    <w:sectPr w:rsidR="005C6B05" w:rsidRPr="005C6B05" w:rsidSect="00EF1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B05"/>
    <w:rsid w:val="002B3C79"/>
    <w:rsid w:val="00525A5D"/>
    <w:rsid w:val="005C6B05"/>
    <w:rsid w:val="00976C4F"/>
    <w:rsid w:val="00B11535"/>
    <w:rsid w:val="00D628AE"/>
    <w:rsid w:val="00EF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8C203D4A.dotm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UNCG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Lorie</dc:creator>
  <cp:lastModifiedBy>billinj</cp:lastModifiedBy>
  <cp:revision>2</cp:revision>
  <dcterms:created xsi:type="dcterms:W3CDTF">2012-07-25T17:33:00Z</dcterms:created>
  <dcterms:modified xsi:type="dcterms:W3CDTF">2012-07-25T17:33:00Z</dcterms:modified>
</cp:coreProperties>
</file>